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DB1905" w:rsidP="00535962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A796A12" wp14:editId="7EE72DB2">
                <wp:simplePos x="0" y="0"/>
                <wp:positionH relativeFrom="column">
                  <wp:posOffset>4344670</wp:posOffset>
                </wp:positionH>
                <wp:positionV relativeFrom="paragraph">
                  <wp:posOffset>-533400</wp:posOffset>
                </wp:positionV>
                <wp:extent cx="2152650" cy="897255"/>
                <wp:effectExtent l="19050" t="0" r="19050" b="1714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897255"/>
                          <a:chOff x="12297" y="523"/>
                          <a:chExt cx="3390" cy="1413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297" y="561"/>
                            <a:ext cx="3390" cy="1375"/>
                            <a:chOff x="8615" y="720"/>
                            <a:chExt cx="2822" cy="127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15" y="1077"/>
                              <a:ext cx="2822" cy="921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F78B9" w:rsidRDefault="009676EA" w:rsidP="001466B0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SDS-DAF-CM-2020-002</w:t>
                                </w:r>
                                <w:r w:rsidR="0073157E">
                                  <w:rPr>
                                    <w:rStyle w:val="Style2"/>
                                  </w:rP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796A12" id="Group 21" o:spid="_x0000_s1026" style="position:absolute;margin-left:342.1pt;margin-top:-42pt;width:169.5pt;height:70.65pt;z-index:251659776" coordorigin="12297,523" coordsize="3390,1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297;top:561;width:3390;height:1375" coordorigin="8615,720" coordsize="2822,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615;top:1077;width:2822;height: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1466B0" w:rsidRPr="005F78B9" w:rsidRDefault="009676EA" w:rsidP="001466B0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SDS-DAF-CM-2020-002</w:t>
                          </w:r>
                          <w:r w:rsidR="0073157E">
                            <w:rPr>
                              <w:rStyle w:val="Style2"/>
                            </w:rPr>
                            <w:t>8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7fH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AhPdyHcjqicQ&#10;sBQgMFApzD0wGiG/YzTADMmw+rYjkmLUvufwCMzAmQ05G5vZILyEqxnWGE3mSk+DaddLtm0AeXpm&#10;XNzCQ6mZFfFzFofnBXPB1nKYYWbwnP5br+dJu/wF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CEZ7fH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C7A4041" wp14:editId="18FFBB22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5BABFB3" wp14:editId="08590049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  <w:lang w:val="es-DO" w:eastAsia="es-DO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73225E">
                                <w:pPr>
                                  <w:rPr>
                                    <w:lang w:val="en-US"/>
                                  </w:rPr>
                                </w:pPr>
                                <w:r w:rsidRPr="0073225E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107B592D" wp14:editId="6718CF4A">
                                      <wp:extent cx="845820" cy="724989"/>
                                      <wp:effectExtent l="0" t="0" r="0" b="0"/>
                                      <wp:docPr id="1" name="Imagen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5820" cy="72498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32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BlOXlm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noProof/>
                          <w:lang w:val="es-DO" w:eastAsia="es-DO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73225E">
                          <w:pPr>
                            <w:rPr>
                              <w:lang w:val="en-US"/>
                            </w:rPr>
                          </w:pPr>
                          <w:r w:rsidRPr="0073225E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107B592D" wp14:editId="6718CF4A">
                                <wp:extent cx="845820" cy="724989"/>
                                <wp:effectExtent l="0" t="0" r="0" b="0"/>
                                <wp:docPr id="1" name="Imagen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5820" cy="72498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96CA438" wp14:editId="37E4DEEC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B1BCB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9B1BCB" w:rsidRPr="009B1BCB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033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Khltw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B1BCB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9B1BCB" w:rsidRPr="009B1BCB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6506D0" w:rsidRDefault="00FA01DC" w:rsidP="00165A05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48D0C2" wp14:editId="1E7D9831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73157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08242177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D0C2" id="Text Box 16" o:spid="_x0000_s1034" type="#_x0000_t202" style="position:absolute;margin-left:93.6pt;margin-top:2.1pt;width:249.75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wkhg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" stroked="f">
                <v:textbox>
                  <w:txbxContent>
                    <w:p w:rsidR="002E1412" w:rsidRPr="002E1412" w:rsidRDefault="0073157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08242177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C878C0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035" type="#_x0000_t202" style="position:absolute;margin-left:78.45pt;margin-top:6.45pt;width:278.6pt;height:2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73157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036" type="#_x0000_t202" style="position:absolute;left:0;text-align:left;margin-left:18.4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ASP6ifdAAAACAEAAA8AAAAAAAAAAAAAAAAA3wQAAGRycy9kb3ducmV2LnhtbFBLBQYAAAAABAAE&#10;APMAAADpBQAAAAA=&#10;" stroked="f">
                <v:textbox>
                  <w:txbxContent>
                    <w:p w:rsidR="002E1412" w:rsidRPr="002E1412" w:rsidRDefault="0073157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835900" w:rsidP="001007E7">
      <w:pPr>
        <w:tabs>
          <w:tab w:val="left" w:pos="6267"/>
        </w:tabs>
        <w:jc w:val="center"/>
        <w:rPr>
          <w:smallCaps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4399443</wp:posOffset>
                </wp:positionH>
                <wp:positionV relativeFrom="paragraph">
                  <wp:posOffset>219516</wp:posOffset>
                </wp:positionV>
                <wp:extent cx="2148840" cy="411515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0610">
                          <a:off x="0" y="0"/>
                          <a:ext cx="2148840" cy="41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73157E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30</w:t>
                                </w:r>
                                <w:r w:rsidR="00D31CB0"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 xml:space="preserve"> de diciembre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037" type="#_x0000_t202" style="position:absolute;left:0;text-align:left;margin-left:346.4pt;margin-top:17.3pt;width:169.2pt;height:32.4pt;rotation:197274fd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" filled="f" stroked="f">
                <v:textbox>
                  <w:txbxContent>
                    <w:p w:rsidR="0026335F" w:rsidRPr="0026335F" w:rsidRDefault="0073157E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30</w:t>
                          </w:r>
                          <w:r w:rsidR="00D31CB0"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 xml:space="preserve"> de diciembre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</w:t>
            </w:r>
            <w:bookmarkStart w:id="0" w:name="_GoBack"/>
            <w:bookmarkEnd w:id="0"/>
            <w:r w:rsidR="00E82502" w:rsidRPr="00E82502">
              <w:rPr>
                <w:spacing w:val="-2"/>
                <w:sz w:val="22"/>
                <w:szCs w:val="22"/>
                <w:lang w:val="es-DO"/>
              </w:rPr>
              <w:t>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493" w:rsidRDefault="00DE0493" w:rsidP="001007E7">
      <w:pPr>
        <w:spacing w:after="0" w:line="240" w:lineRule="auto"/>
      </w:pPr>
      <w:r>
        <w:separator/>
      </w:r>
    </w:p>
  </w:endnote>
  <w:end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493" w:rsidRDefault="00DE0493" w:rsidP="001007E7">
      <w:pPr>
        <w:spacing w:after="0" w:line="240" w:lineRule="auto"/>
      </w:pPr>
      <w:r>
        <w:separator/>
      </w:r>
    </w:p>
  </w:footnote>
  <w:footnote w:type="continuationSeparator" w:id="0">
    <w:p w:rsidR="00DE0493" w:rsidRDefault="00DE0493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B0DCD"/>
    <w:rsid w:val="000E02D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F73A7"/>
    <w:rsid w:val="002009A7"/>
    <w:rsid w:val="00253DBA"/>
    <w:rsid w:val="0026335F"/>
    <w:rsid w:val="00270107"/>
    <w:rsid w:val="00295BD4"/>
    <w:rsid w:val="002D451D"/>
    <w:rsid w:val="002E1412"/>
    <w:rsid w:val="00314023"/>
    <w:rsid w:val="00341484"/>
    <w:rsid w:val="003549D9"/>
    <w:rsid w:val="00392351"/>
    <w:rsid w:val="003A6141"/>
    <w:rsid w:val="00404131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4160F"/>
    <w:rsid w:val="005555F4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F567F"/>
    <w:rsid w:val="00725091"/>
    <w:rsid w:val="0073157E"/>
    <w:rsid w:val="0073225E"/>
    <w:rsid w:val="00780880"/>
    <w:rsid w:val="007B0E1F"/>
    <w:rsid w:val="007B6F6F"/>
    <w:rsid w:val="00820C9F"/>
    <w:rsid w:val="0082707E"/>
    <w:rsid w:val="008315B0"/>
    <w:rsid w:val="00835900"/>
    <w:rsid w:val="008B3AE5"/>
    <w:rsid w:val="008C388B"/>
    <w:rsid w:val="00966EEE"/>
    <w:rsid w:val="009676EA"/>
    <w:rsid w:val="00977C54"/>
    <w:rsid w:val="009B1BCB"/>
    <w:rsid w:val="009C4524"/>
    <w:rsid w:val="00A16099"/>
    <w:rsid w:val="00A26F15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541F"/>
    <w:rsid w:val="00BC61BD"/>
    <w:rsid w:val="00BD1586"/>
    <w:rsid w:val="00C078CB"/>
    <w:rsid w:val="00C22DBE"/>
    <w:rsid w:val="00C27AC7"/>
    <w:rsid w:val="00C5078F"/>
    <w:rsid w:val="00C66D08"/>
    <w:rsid w:val="00C7470C"/>
    <w:rsid w:val="00C878C0"/>
    <w:rsid w:val="00CA0E82"/>
    <w:rsid w:val="00CA164C"/>
    <w:rsid w:val="00CA4661"/>
    <w:rsid w:val="00CD0F32"/>
    <w:rsid w:val="00CE67A3"/>
    <w:rsid w:val="00D1201E"/>
    <w:rsid w:val="00D24FA7"/>
    <w:rsid w:val="00D31CB0"/>
    <w:rsid w:val="00D45A3E"/>
    <w:rsid w:val="00D558E1"/>
    <w:rsid w:val="00D64696"/>
    <w:rsid w:val="00D7710E"/>
    <w:rsid w:val="00D90D49"/>
    <w:rsid w:val="00D9600B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7167E"/>
    <w:rsid w:val="00F7443C"/>
    <w:rsid w:val="00F77362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7EC42F8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E0825-0D0B-484B-9D27-C968CFA20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11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17</cp:revision>
  <cp:lastPrinted>2020-12-23T14:10:00Z</cp:lastPrinted>
  <dcterms:created xsi:type="dcterms:W3CDTF">2020-05-06T19:39:00Z</dcterms:created>
  <dcterms:modified xsi:type="dcterms:W3CDTF">2020-12-30T14:17:00Z</dcterms:modified>
</cp:coreProperties>
</file>